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56" w:type="dxa"/>
        <w:tblLayout w:type="fixed"/>
        <w:tblCellMar>
          <w:left w:w="0" w:type="dxa"/>
          <w:right w:w="0" w:type="dxa"/>
        </w:tblCellMar>
        <w:tblLook w:val="0000" w:firstRow="0" w:lastRow="0" w:firstColumn="0" w:lastColumn="0" w:noHBand="0" w:noVBand="0"/>
      </w:tblPr>
      <w:tblGrid>
        <w:gridCol w:w="4678"/>
        <w:gridCol w:w="425"/>
        <w:gridCol w:w="4253"/>
      </w:tblGrid>
      <w:tr w:rsidR="004F78B7" w:rsidRPr="004F78B7" w14:paraId="2B39004C" w14:textId="77777777" w:rsidTr="00ED7ABD">
        <w:trPr>
          <w:trHeight w:val="2493"/>
        </w:trPr>
        <w:tc>
          <w:tcPr>
            <w:tcW w:w="9356" w:type="dxa"/>
            <w:gridSpan w:val="3"/>
            <w:shd w:val="clear" w:color="auto" w:fill="auto"/>
          </w:tcPr>
          <w:p w14:paraId="1F048F7B" w14:textId="7AC571BE" w:rsidR="00CA1829" w:rsidRPr="00CB7C1F" w:rsidRDefault="00A25B16" w:rsidP="00851D67">
            <w:pPr>
              <w:pStyle w:val="Pealkiri1"/>
              <w:spacing w:after="0" w:afterAutospacing="0"/>
              <w:rPr>
                <w:b w:val="0"/>
              </w:rPr>
            </w:pPr>
            <w:r w:rsidRPr="00CB7C1F">
              <w:rPr>
                <w:b w:val="0"/>
                <w:noProof/>
                <w:lang w:eastAsia="et-EE" w:bidi="ar-SA"/>
              </w:rPr>
              <w:drawing>
                <wp:anchor distT="0" distB="0" distL="114300" distR="114300" simplePos="0" relativeHeight="251657728" behindDoc="1" locked="0" layoutInCell="1" allowOverlap="1" wp14:anchorId="11930544" wp14:editId="7AED4037">
                  <wp:simplePos x="0" y="0"/>
                  <wp:positionH relativeFrom="margin">
                    <wp:posOffset>2621915</wp:posOffset>
                  </wp:positionH>
                  <wp:positionV relativeFrom="margin">
                    <wp:posOffset>-228600</wp:posOffset>
                  </wp:positionV>
                  <wp:extent cx="657225" cy="828675"/>
                  <wp:effectExtent l="0" t="0" r="0" b="0"/>
                  <wp:wrapTight wrapText="bothSides">
                    <wp:wrapPolygon edited="0">
                      <wp:start x="0" y="0"/>
                      <wp:lineTo x="0" y="21352"/>
                      <wp:lineTo x="21287" y="21352"/>
                      <wp:lineTo x="2128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11803" w14:textId="77777777" w:rsidR="00CA1829" w:rsidRPr="00CB7C1F" w:rsidRDefault="00CA1829" w:rsidP="00851D67">
            <w:pPr>
              <w:pStyle w:val="Pealkiri1"/>
              <w:spacing w:after="0" w:afterAutospacing="0"/>
              <w:rPr>
                <w:b w:val="0"/>
              </w:rPr>
            </w:pPr>
          </w:p>
          <w:p w14:paraId="7E02D2A6" w14:textId="77777777" w:rsidR="00CA1829" w:rsidRPr="00CB7C1F" w:rsidRDefault="00CA1829" w:rsidP="00851D67">
            <w:pPr>
              <w:pStyle w:val="Pealkiri1"/>
              <w:spacing w:after="0" w:afterAutospacing="0"/>
              <w:rPr>
                <w:b w:val="0"/>
              </w:rPr>
            </w:pPr>
          </w:p>
          <w:p w14:paraId="4D5826E9" w14:textId="77777777" w:rsidR="00CA1829" w:rsidRPr="00CB7C1F" w:rsidRDefault="00CA1829" w:rsidP="00851D67">
            <w:pPr>
              <w:pStyle w:val="Pealkiri1"/>
              <w:spacing w:after="0" w:afterAutospacing="0"/>
              <w:rPr>
                <w:b w:val="0"/>
              </w:rPr>
            </w:pPr>
          </w:p>
          <w:p w14:paraId="49D9952E" w14:textId="77777777" w:rsidR="004F78B7" w:rsidRPr="00471902" w:rsidRDefault="004F78B7" w:rsidP="00851D67">
            <w:pPr>
              <w:pStyle w:val="Pealkiri1"/>
              <w:spacing w:after="0" w:afterAutospacing="0"/>
            </w:pPr>
            <w:r w:rsidRPr="00471902">
              <w:t>LÄÄNE-HARJU VALLAVALITSUS</w:t>
            </w:r>
          </w:p>
          <w:p w14:paraId="3B3CEC10" w14:textId="77777777" w:rsidR="004F78B7" w:rsidRPr="004F78B7" w:rsidRDefault="004F78B7" w:rsidP="001775D0">
            <w:pPr>
              <w:rPr>
                <w:sz w:val="28"/>
                <w:szCs w:val="28"/>
              </w:rPr>
            </w:pPr>
          </w:p>
        </w:tc>
      </w:tr>
      <w:tr w:rsidR="00D40650" w:rsidRPr="001D4CFB" w14:paraId="4DC497EB" w14:textId="77777777" w:rsidTr="00ED7ABD">
        <w:trPr>
          <w:trHeight w:val="1172"/>
        </w:trPr>
        <w:tc>
          <w:tcPr>
            <w:tcW w:w="5103" w:type="dxa"/>
            <w:gridSpan w:val="2"/>
            <w:shd w:val="clear" w:color="auto" w:fill="auto"/>
          </w:tcPr>
          <w:p w14:paraId="1753CC7E" w14:textId="49629342" w:rsidR="008761E5" w:rsidRDefault="00FD0003" w:rsidP="00400CF3">
            <w:r>
              <w:t>S</w:t>
            </w:r>
            <w:r w:rsidR="0034757B">
              <w:t>ven Soomets</w:t>
            </w:r>
          </w:p>
          <w:p w14:paraId="626E1BEA" w14:textId="4242A4CF" w:rsidR="008478CC" w:rsidRPr="008478CC" w:rsidRDefault="0034757B" w:rsidP="00400CF3">
            <w:r>
              <w:t>Riigimetsa Majandamise Keskus</w:t>
            </w:r>
          </w:p>
        </w:tc>
        <w:tc>
          <w:tcPr>
            <w:tcW w:w="4253" w:type="dxa"/>
            <w:shd w:val="clear" w:color="auto" w:fill="auto"/>
          </w:tcPr>
          <w:p w14:paraId="3531C6CF" w14:textId="78921AAB" w:rsidR="00124999" w:rsidRPr="006B118C" w:rsidRDefault="004A4FD2" w:rsidP="001775D0">
            <w:r>
              <w:t>Teie</w:t>
            </w:r>
            <w:r w:rsidR="00CB7C1F">
              <w:t xml:space="preserve"> </w:t>
            </w:r>
            <w:r w:rsidR="00FD0003">
              <w:t>0</w:t>
            </w:r>
            <w:r w:rsidR="0034757B">
              <w:t>2</w:t>
            </w:r>
            <w:r w:rsidR="00FD0003">
              <w:t>.05</w:t>
            </w:r>
            <w:r w:rsidR="00927358">
              <w:t>.2025</w:t>
            </w:r>
          </w:p>
          <w:p w14:paraId="51A4D521" w14:textId="77777777" w:rsidR="00BF4D7C" w:rsidRPr="006B118C" w:rsidRDefault="00BF4D7C" w:rsidP="001775D0"/>
          <w:p w14:paraId="3B913C57" w14:textId="6B04A18E" w:rsidR="003B2A9C" w:rsidRPr="001D4CFB" w:rsidRDefault="004A4FD2" w:rsidP="001775D0">
            <w:r>
              <w:t>Meie</w:t>
            </w:r>
            <w:r w:rsidR="00CB7C1F">
              <w:t xml:space="preserve"> </w:t>
            </w:r>
            <w:r w:rsidR="00FD0003">
              <w:t>07.05.2025</w:t>
            </w:r>
            <w:r w:rsidR="00927358">
              <w:t>.2025</w:t>
            </w:r>
            <w:r w:rsidR="001E116B">
              <w:t xml:space="preserve"> nr </w:t>
            </w:r>
            <w:r w:rsidR="009E344D" w:rsidRPr="009E344D">
              <w:t>4-</w:t>
            </w:r>
            <w:r w:rsidR="00FD0003">
              <w:t>10/8</w:t>
            </w:r>
            <w:r w:rsidR="0034757B">
              <w:t>4</w:t>
            </w:r>
            <w:r w:rsidR="007F2602">
              <w:t>6</w:t>
            </w:r>
            <w:r w:rsidR="00FD0003">
              <w:t>-1</w:t>
            </w:r>
          </w:p>
        </w:tc>
      </w:tr>
      <w:tr w:rsidR="000921A4" w:rsidRPr="001D4CFB" w14:paraId="09D0615F" w14:textId="77777777" w:rsidTr="00ED7ABD">
        <w:trPr>
          <w:trHeight w:val="1172"/>
        </w:trPr>
        <w:tc>
          <w:tcPr>
            <w:tcW w:w="5103" w:type="dxa"/>
            <w:gridSpan w:val="2"/>
            <w:shd w:val="clear" w:color="auto" w:fill="auto"/>
          </w:tcPr>
          <w:p w14:paraId="1D0C9635" w14:textId="77777777" w:rsidR="000921A4" w:rsidRDefault="000921A4" w:rsidP="00400CF3"/>
        </w:tc>
        <w:tc>
          <w:tcPr>
            <w:tcW w:w="4253" w:type="dxa"/>
            <w:shd w:val="clear" w:color="auto" w:fill="auto"/>
          </w:tcPr>
          <w:p w14:paraId="06EB3EAF" w14:textId="77777777" w:rsidR="000921A4" w:rsidRDefault="000921A4" w:rsidP="001775D0"/>
        </w:tc>
      </w:tr>
      <w:tr w:rsidR="00EE4516" w:rsidRPr="001001A3" w14:paraId="6B715928" w14:textId="77777777" w:rsidTr="0043613F">
        <w:tblPrEx>
          <w:tblCellMar>
            <w:left w:w="108" w:type="dxa"/>
            <w:right w:w="108" w:type="dxa"/>
          </w:tblCellMar>
          <w:tblLook w:val="04A0" w:firstRow="1" w:lastRow="0" w:firstColumn="1" w:lastColumn="0" w:noHBand="0" w:noVBand="1"/>
        </w:tblPrEx>
        <w:trPr>
          <w:gridAfter w:val="2"/>
          <w:wAfter w:w="4678" w:type="dxa"/>
          <w:trHeight w:val="565"/>
        </w:trPr>
        <w:tc>
          <w:tcPr>
            <w:tcW w:w="4678" w:type="dxa"/>
            <w:shd w:val="clear" w:color="auto" w:fill="auto"/>
          </w:tcPr>
          <w:p w14:paraId="0A04E2B3" w14:textId="77777777" w:rsidR="00EE4516" w:rsidRPr="00EE4516" w:rsidRDefault="00EE4516" w:rsidP="001001A3"/>
          <w:p w14:paraId="787995B6" w14:textId="77777777" w:rsidR="00EE4516" w:rsidRPr="001001A3" w:rsidRDefault="00EE4516" w:rsidP="001001A3">
            <w:pPr>
              <w:rPr>
                <w:b/>
              </w:rPr>
            </w:pPr>
          </w:p>
        </w:tc>
      </w:tr>
      <w:tr w:rsidR="00EE4516" w:rsidRPr="001001A3" w14:paraId="315DC8BD" w14:textId="77777777" w:rsidTr="0043613F">
        <w:tblPrEx>
          <w:tblCellMar>
            <w:left w:w="108" w:type="dxa"/>
            <w:right w:w="108" w:type="dxa"/>
          </w:tblCellMar>
          <w:tblLook w:val="04A0" w:firstRow="1" w:lastRow="0" w:firstColumn="1" w:lastColumn="0" w:noHBand="0" w:noVBand="1"/>
        </w:tblPrEx>
        <w:trPr>
          <w:gridAfter w:val="2"/>
          <w:wAfter w:w="4678" w:type="dxa"/>
          <w:trHeight w:val="573"/>
        </w:trPr>
        <w:tc>
          <w:tcPr>
            <w:tcW w:w="4678" w:type="dxa"/>
            <w:shd w:val="clear" w:color="auto" w:fill="auto"/>
          </w:tcPr>
          <w:p w14:paraId="76763F0D" w14:textId="10C27290" w:rsidR="0043613F" w:rsidRPr="001001A3" w:rsidRDefault="003E2192" w:rsidP="001001A3">
            <w:pPr>
              <w:rPr>
                <w:b/>
              </w:rPr>
            </w:pPr>
            <w:r w:rsidRPr="003E2192">
              <w:rPr>
                <w:b/>
              </w:rPr>
              <w:t xml:space="preserve">Luba massipiiranguga </w:t>
            </w:r>
            <w:proofErr w:type="spellStart"/>
            <w:r w:rsidR="007F2602">
              <w:rPr>
                <w:b/>
              </w:rPr>
              <w:t>Ohega</w:t>
            </w:r>
            <w:proofErr w:type="spellEnd"/>
            <w:r w:rsidR="0034757B" w:rsidRPr="0034757B">
              <w:rPr>
                <w:b/>
              </w:rPr>
              <w:t xml:space="preserve"> tee (</w:t>
            </w:r>
            <w:r w:rsidR="007F2602">
              <w:rPr>
                <w:b/>
              </w:rPr>
              <w:t xml:space="preserve"> tee nr.</w:t>
            </w:r>
            <w:r w:rsidR="00C7424E">
              <w:rPr>
                <w:b/>
              </w:rPr>
              <w:t xml:space="preserve"> </w:t>
            </w:r>
            <w:r w:rsidR="0034757B" w:rsidRPr="0034757B">
              <w:rPr>
                <w:b/>
              </w:rPr>
              <w:t>562</w:t>
            </w:r>
            <w:r w:rsidR="00C7424E">
              <w:rPr>
                <w:b/>
              </w:rPr>
              <w:t>0067</w:t>
            </w:r>
            <w:r w:rsidR="0034757B">
              <w:rPr>
                <w:b/>
              </w:rPr>
              <w:t>)</w:t>
            </w:r>
            <w:r w:rsidR="00FD0003">
              <w:rPr>
                <w:b/>
              </w:rPr>
              <w:t xml:space="preserve">  </w:t>
            </w:r>
            <w:r w:rsidRPr="003E2192">
              <w:rPr>
                <w:b/>
              </w:rPr>
              <w:t>kasutamiseks</w:t>
            </w:r>
          </w:p>
        </w:tc>
      </w:tr>
    </w:tbl>
    <w:p w14:paraId="3449D795" w14:textId="330C2E87" w:rsidR="00A13FDE" w:rsidRDefault="00A13FDE" w:rsidP="00141F90">
      <w:pPr>
        <w:pStyle w:val="Snum"/>
      </w:pPr>
    </w:p>
    <w:p w14:paraId="2B4AB908" w14:textId="77777777" w:rsidR="00DE73FD" w:rsidRDefault="00DE73FD" w:rsidP="00141F90">
      <w:pPr>
        <w:pStyle w:val="Snum"/>
      </w:pPr>
    </w:p>
    <w:p w14:paraId="0F53C6D4" w14:textId="533078E5" w:rsidR="00A74ACC" w:rsidRDefault="00926D3A" w:rsidP="0040041C">
      <w:pPr>
        <w:pStyle w:val="Snum"/>
        <w:spacing w:after="120"/>
      </w:pPr>
      <w:r w:rsidRPr="00926D3A">
        <w:t>Lääne-</w:t>
      </w:r>
      <w:r w:rsidRPr="0034757B">
        <w:t xml:space="preserve">Harju vald lubab </w:t>
      </w:r>
      <w:r w:rsidR="0034757B" w:rsidRPr="0034757B">
        <w:t>Riigimetsa Majandamise Keskus</w:t>
      </w:r>
      <w:r w:rsidR="0034757B" w:rsidRPr="0034757B">
        <w:t xml:space="preserve"> </w:t>
      </w:r>
      <w:r w:rsidRPr="0034757B">
        <w:t xml:space="preserve">kasutada massipiiranguga </w:t>
      </w:r>
      <w:proofErr w:type="spellStart"/>
      <w:r w:rsidR="007F2602">
        <w:t>Ohega</w:t>
      </w:r>
      <w:proofErr w:type="spellEnd"/>
      <w:r w:rsidR="0034757B" w:rsidRPr="0034757B">
        <w:t xml:space="preserve"> tee (</w:t>
      </w:r>
      <w:r w:rsidR="0034757B" w:rsidRPr="0034757B">
        <w:t xml:space="preserve">tee nr. </w:t>
      </w:r>
      <w:r w:rsidR="007F2602">
        <w:t>5620067</w:t>
      </w:r>
      <w:r w:rsidR="0034757B" w:rsidRPr="0034757B">
        <w:t>)</w:t>
      </w:r>
      <w:r w:rsidR="0034757B">
        <w:rPr>
          <w:b/>
        </w:rPr>
        <w:t xml:space="preserve">  </w:t>
      </w:r>
      <w:r w:rsidRPr="00926D3A">
        <w:t xml:space="preserve">tee </w:t>
      </w:r>
      <w:r w:rsidR="00D60624">
        <w:t>avaliku</w:t>
      </w:r>
      <w:r w:rsidR="00AF2E42">
        <w:t xml:space="preserve">s kasutuses olevaid lõike </w:t>
      </w:r>
      <w:r w:rsidR="007F2602" w:rsidRPr="007F2602">
        <w:t>Vihterpalu metskon</w:t>
      </w:r>
      <w:r w:rsidR="007F2602">
        <w:t xml:space="preserve">na </w:t>
      </w:r>
      <w:r w:rsidRPr="00926D3A">
        <w:t xml:space="preserve">külas metsamaterjali transpordiks alates </w:t>
      </w:r>
      <w:r w:rsidR="0034757B" w:rsidRPr="0034757B">
        <w:t>05.05.2025 – 30.06.2025</w:t>
      </w:r>
      <w:r w:rsidR="0034757B">
        <w:t xml:space="preserve"> </w:t>
      </w:r>
      <w:r w:rsidR="00131581">
        <w:t>järgmistel tingimustel:</w:t>
      </w:r>
    </w:p>
    <w:p w14:paraId="32CC72D0" w14:textId="01411B8F" w:rsidR="001E5AD4" w:rsidRDefault="001E5AD4" w:rsidP="00131581">
      <w:pPr>
        <w:pStyle w:val="Snum"/>
        <w:numPr>
          <w:ilvl w:val="0"/>
          <w:numId w:val="1"/>
        </w:numPr>
        <w:spacing w:after="120"/>
      </w:pPr>
      <w:r>
        <w:t>Teed ei tohi kasutada vihma ajal või vahetult peale vihma. Vedu võib jätkuda peale vihma, kui teekate on visuaalsel hindamisel kuiv.</w:t>
      </w:r>
    </w:p>
    <w:p w14:paraId="12B0955F" w14:textId="77777777" w:rsidR="0040041C" w:rsidRDefault="00926D3A" w:rsidP="00131581">
      <w:pPr>
        <w:pStyle w:val="Snum"/>
        <w:numPr>
          <w:ilvl w:val="0"/>
          <w:numId w:val="1"/>
        </w:numPr>
        <w:spacing w:after="120"/>
      </w:pPr>
      <w:r w:rsidRPr="00926D3A">
        <w:t xml:space="preserve">Tee peab olema puhas okstest ja muust prahist. Tee kahjustamise korral tuleb koheselt teavitada tee omanikku ja kahjustatud tee osas lepitakse taastustööde aeg kokku kirjalikult. Erateel liikumiseks peate eratee omanikuga kokku leppima tee kasutuse osas. </w:t>
      </w:r>
    </w:p>
    <w:p w14:paraId="7CA14BF7" w14:textId="634429C7" w:rsidR="00A5471D" w:rsidRDefault="00926D3A" w:rsidP="0040041C">
      <w:pPr>
        <w:pStyle w:val="Snum"/>
        <w:numPr>
          <w:ilvl w:val="0"/>
          <w:numId w:val="1"/>
        </w:numPr>
        <w:spacing w:after="120"/>
      </w:pPr>
      <w:r w:rsidRPr="00926D3A">
        <w:t>Luba peab olema edastatud autojuhtidele</w:t>
      </w:r>
      <w:r w:rsidR="009C35AF">
        <w:t xml:space="preserve"> koos tee kasutamise tingimuste teavitamisega</w:t>
      </w:r>
      <w:r w:rsidRPr="00926D3A">
        <w:t xml:space="preserve"> ja on esitamiseks kontrollivale ametnikule. </w:t>
      </w:r>
    </w:p>
    <w:p w14:paraId="239FDDD7" w14:textId="04861F7C" w:rsidR="007F2602" w:rsidRDefault="007F2602" w:rsidP="007F2602">
      <w:pPr>
        <w:pStyle w:val="Snum"/>
        <w:numPr>
          <w:ilvl w:val="0"/>
          <w:numId w:val="1"/>
        </w:numPr>
        <w:spacing w:after="120"/>
      </w:pPr>
      <w:r w:rsidRPr="00013E0E">
        <w:rPr>
          <w:color w:val="000000" w:themeColor="text1"/>
        </w:rPr>
        <w:t>Kui materjali peale või mahalaadimine toimub avalikul teel, tuleb töötsoon tähistada vastavate liikluskorraldusvahenditega.</w:t>
      </w:r>
      <w:r>
        <w:rPr>
          <w:color w:val="000000" w:themeColor="text1"/>
        </w:rPr>
        <w:t xml:space="preserve"> Teed liikluseks sulgeda ei tohi.</w:t>
      </w:r>
    </w:p>
    <w:p w14:paraId="52DC5F2D" w14:textId="3815C2CA" w:rsidR="00A13FDE" w:rsidRDefault="00926D3A" w:rsidP="0040041C">
      <w:pPr>
        <w:pStyle w:val="Snum"/>
        <w:spacing w:after="120"/>
      </w:pPr>
      <w:r w:rsidRPr="00926D3A">
        <w:t>Lubatud veoautodele</w:t>
      </w:r>
      <w:r w:rsidR="00927358">
        <w:t>/haagistele</w:t>
      </w:r>
      <w:r w:rsidR="00333AD1">
        <w:t>:</w:t>
      </w:r>
    </w:p>
    <w:tbl>
      <w:tblPr>
        <w:tblW w:w="2140" w:type="dxa"/>
        <w:tblCellMar>
          <w:left w:w="70" w:type="dxa"/>
          <w:right w:w="70" w:type="dxa"/>
        </w:tblCellMar>
        <w:tblLook w:val="04A0" w:firstRow="1" w:lastRow="0" w:firstColumn="1" w:lastColumn="0" w:noHBand="0" w:noVBand="1"/>
      </w:tblPr>
      <w:tblGrid>
        <w:gridCol w:w="1100"/>
        <w:gridCol w:w="1040"/>
      </w:tblGrid>
      <w:tr w:rsidR="00BA78BE" w:rsidRPr="00BA78BE" w14:paraId="37932F35" w14:textId="77777777" w:rsidTr="00BA78BE">
        <w:trPr>
          <w:trHeight w:val="300"/>
        </w:trPr>
        <w:tc>
          <w:tcPr>
            <w:tcW w:w="1100" w:type="dxa"/>
            <w:tcBorders>
              <w:top w:val="nil"/>
              <w:left w:val="nil"/>
              <w:bottom w:val="nil"/>
              <w:right w:val="nil"/>
            </w:tcBorders>
            <w:shd w:val="clear" w:color="auto" w:fill="auto"/>
            <w:noWrap/>
            <w:vAlign w:val="bottom"/>
            <w:hideMark/>
          </w:tcPr>
          <w:p w14:paraId="6A53FE7F"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Auto</w:t>
            </w:r>
          </w:p>
        </w:tc>
        <w:tc>
          <w:tcPr>
            <w:tcW w:w="1040" w:type="dxa"/>
            <w:tcBorders>
              <w:top w:val="nil"/>
              <w:left w:val="nil"/>
              <w:bottom w:val="nil"/>
              <w:right w:val="nil"/>
            </w:tcBorders>
            <w:shd w:val="clear" w:color="auto" w:fill="auto"/>
            <w:noWrap/>
            <w:vAlign w:val="bottom"/>
            <w:hideMark/>
          </w:tcPr>
          <w:p w14:paraId="33574F8A"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Haagis</w:t>
            </w:r>
          </w:p>
        </w:tc>
      </w:tr>
      <w:tr w:rsidR="00BA78BE" w:rsidRPr="00BA78BE" w14:paraId="338DBAA1" w14:textId="77777777" w:rsidTr="00BA78BE">
        <w:trPr>
          <w:trHeight w:val="300"/>
        </w:trPr>
        <w:tc>
          <w:tcPr>
            <w:tcW w:w="1100" w:type="dxa"/>
            <w:tcBorders>
              <w:top w:val="nil"/>
              <w:left w:val="nil"/>
              <w:bottom w:val="nil"/>
              <w:right w:val="nil"/>
            </w:tcBorders>
            <w:shd w:val="clear" w:color="auto" w:fill="auto"/>
            <w:noWrap/>
            <w:vAlign w:val="bottom"/>
            <w:hideMark/>
          </w:tcPr>
          <w:p w14:paraId="2486E86F"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p>
        </w:tc>
        <w:tc>
          <w:tcPr>
            <w:tcW w:w="1040" w:type="dxa"/>
            <w:tcBorders>
              <w:top w:val="nil"/>
              <w:left w:val="nil"/>
              <w:bottom w:val="nil"/>
              <w:right w:val="nil"/>
            </w:tcBorders>
            <w:shd w:val="clear" w:color="auto" w:fill="auto"/>
            <w:noWrap/>
            <w:vAlign w:val="bottom"/>
            <w:hideMark/>
          </w:tcPr>
          <w:p w14:paraId="668FBE8B" w14:textId="77777777" w:rsidR="00BA78BE" w:rsidRPr="00BA78BE" w:rsidRDefault="00BA78BE" w:rsidP="00BA78BE">
            <w:pPr>
              <w:widowControl/>
              <w:suppressAutoHyphens w:val="0"/>
              <w:spacing w:line="240" w:lineRule="auto"/>
              <w:jc w:val="left"/>
              <w:rPr>
                <w:rFonts w:eastAsia="Times New Roman"/>
                <w:kern w:val="0"/>
                <w:sz w:val="20"/>
                <w:szCs w:val="20"/>
                <w:lang w:eastAsia="et-EE" w:bidi="ar-SA"/>
              </w:rPr>
            </w:pPr>
          </w:p>
        </w:tc>
      </w:tr>
      <w:tr w:rsidR="00BA78BE" w:rsidRPr="00BA78BE" w14:paraId="4CC14250" w14:textId="77777777" w:rsidTr="00BA78BE">
        <w:trPr>
          <w:trHeight w:val="300"/>
        </w:trPr>
        <w:tc>
          <w:tcPr>
            <w:tcW w:w="1100" w:type="dxa"/>
            <w:tcBorders>
              <w:top w:val="nil"/>
              <w:left w:val="nil"/>
              <w:bottom w:val="nil"/>
              <w:right w:val="nil"/>
            </w:tcBorders>
            <w:shd w:val="clear" w:color="auto" w:fill="auto"/>
            <w:noWrap/>
            <w:vAlign w:val="bottom"/>
            <w:hideMark/>
          </w:tcPr>
          <w:p w14:paraId="5F3D8E0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255MYY</w:t>
            </w:r>
          </w:p>
        </w:tc>
        <w:tc>
          <w:tcPr>
            <w:tcW w:w="1040" w:type="dxa"/>
            <w:tcBorders>
              <w:top w:val="nil"/>
              <w:left w:val="nil"/>
              <w:bottom w:val="nil"/>
              <w:right w:val="nil"/>
            </w:tcBorders>
            <w:shd w:val="clear" w:color="auto" w:fill="auto"/>
            <w:noWrap/>
            <w:vAlign w:val="bottom"/>
            <w:hideMark/>
          </w:tcPr>
          <w:p w14:paraId="577F613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201YMV</w:t>
            </w:r>
          </w:p>
        </w:tc>
      </w:tr>
      <w:tr w:rsidR="00BA78BE" w:rsidRPr="00BA78BE" w14:paraId="72AC919E" w14:textId="77777777" w:rsidTr="00BA78BE">
        <w:trPr>
          <w:trHeight w:val="300"/>
        </w:trPr>
        <w:tc>
          <w:tcPr>
            <w:tcW w:w="1100" w:type="dxa"/>
            <w:tcBorders>
              <w:top w:val="nil"/>
              <w:left w:val="nil"/>
              <w:bottom w:val="nil"/>
              <w:right w:val="nil"/>
            </w:tcBorders>
            <w:shd w:val="clear" w:color="auto" w:fill="auto"/>
            <w:noWrap/>
            <w:vAlign w:val="bottom"/>
            <w:hideMark/>
          </w:tcPr>
          <w:p w14:paraId="2D19CDE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915NPY</w:t>
            </w:r>
          </w:p>
        </w:tc>
        <w:tc>
          <w:tcPr>
            <w:tcW w:w="1040" w:type="dxa"/>
            <w:tcBorders>
              <w:top w:val="nil"/>
              <w:left w:val="nil"/>
              <w:bottom w:val="nil"/>
              <w:right w:val="nil"/>
            </w:tcBorders>
            <w:shd w:val="clear" w:color="auto" w:fill="auto"/>
            <w:noWrap/>
            <w:vAlign w:val="bottom"/>
            <w:hideMark/>
          </w:tcPr>
          <w:p w14:paraId="51FD04C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034YMT</w:t>
            </w:r>
          </w:p>
        </w:tc>
      </w:tr>
      <w:tr w:rsidR="00BA78BE" w:rsidRPr="00BA78BE" w14:paraId="67B38A9A" w14:textId="77777777" w:rsidTr="00BA78BE">
        <w:trPr>
          <w:trHeight w:val="300"/>
        </w:trPr>
        <w:tc>
          <w:tcPr>
            <w:tcW w:w="1100" w:type="dxa"/>
            <w:tcBorders>
              <w:top w:val="nil"/>
              <w:left w:val="nil"/>
              <w:bottom w:val="nil"/>
              <w:right w:val="nil"/>
            </w:tcBorders>
            <w:shd w:val="clear" w:color="auto" w:fill="auto"/>
            <w:noWrap/>
            <w:vAlign w:val="bottom"/>
            <w:hideMark/>
          </w:tcPr>
          <w:p w14:paraId="615B4000"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965VLM</w:t>
            </w:r>
          </w:p>
        </w:tc>
        <w:tc>
          <w:tcPr>
            <w:tcW w:w="1040" w:type="dxa"/>
            <w:tcBorders>
              <w:top w:val="nil"/>
              <w:left w:val="nil"/>
              <w:bottom w:val="nil"/>
              <w:right w:val="nil"/>
            </w:tcBorders>
            <w:shd w:val="clear" w:color="auto" w:fill="auto"/>
            <w:noWrap/>
            <w:vAlign w:val="bottom"/>
            <w:hideMark/>
          </w:tcPr>
          <w:p w14:paraId="04B3258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062YNP</w:t>
            </w:r>
          </w:p>
        </w:tc>
      </w:tr>
      <w:tr w:rsidR="00BA78BE" w:rsidRPr="00BA78BE" w14:paraId="5E5525C9" w14:textId="77777777" w:rsidTr="00BA78BE">
        <w:trPr>
          <w:trHeight w:val="300"/>
        </w:trPr>
        <w:tc>
          <w:tcPr>
            <w:tcW w:w="1100" w:type="dxa"/>
            <w:tcBorders>
              <w:top w:val="nil"/>
              <w:left w:val="nil"/>
              <w:bottom w:val="nil"/>
              <w:right w:val="nil"/>
            </w:tcBorders>
            <w:shd w:val="clear" w:color="auto" w:fill="auto"/>
            <w:noWrap/>
            <w:vAlign w:val="bottom"/>
            <w:hideMark/>
          </w:tcPr>
          <w:p w14:paraId="6DD918A0"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113BXX</w:t>
            </w:r>
          </w:p>
        </w:tc>
        <w:tc>
          <w:tcPr>
            <w:tcW w:w="1040" w:type="dxa"/>
            <w:tcBorders>
              <w:top w:val="nil"/>
              <w:left w:val="nil"/>
              <w:bottom w:val="nil"/>
              <w:right w:val="nil"/>
            </w:tcBorders>
            <w:shd w:val="clear" w:color="auto" w:fill="auto"/>
            <w:noWrap/>
            <w:vAlign w:val="bottom"/>
            <w:hideMark/>
          </w:tcPr>
          <w:p w14:paraId="3C92946E"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152YND</w:t>
            </w:r>
          </w:p>
        </w:tc>
      </w:tr>
      <w:tr w:rsidR="00BA78BE" w:rsidRPr="00BA78BE" w14:paraId="19A8050D" w14:textId="77777777" w:rsidTr="00BA78BE">
        <w:trPr>
          <w:trHeight w:val="300"/>
        </w:trPr>
        <w:tc>
          <w:tcPr>
            <w:tcW w:w="1100" w:type="dxa"/>
            <w:tcBorders>
              <w:top w:val="nil"/>
              <w:left w:val="nil"/>
              <w:bottom w:val="nil"/>
              <w:right w:val="nil"/>
            </w:tcBorders>
            <w:shd w:val="clear" w:color="auto" w:fill="auto"/>
            <w:noWrap/>
            <w:vAlign w:val="bottom"/>
            <w:hideMark/>
          </w:tcPr>
          <w:p w14:paraId="03978A75"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692SFF</w:t>
            </w:r>
          </w:p>
        </w:tc>
        <w:tc>
          <w:tcPr>
            <w:tcW w:w="1040" w:type="dxa"/>
            <w:tcBorders>
              <w:top w:val="nil"/>
              <w:left w:val="nil"/>
              <w:bottom w:val="nil"/>
              <w:right w:val="nil"/>
            </w:tcBorders>
            <w:shd w:val="clear" w:color="auto" w:fill="auto"/>
            <w:noWrap/>
            <w:vAlign w:val="bottom"/>
            <w:hideMark/>
          </w:tcPr>
          <w:p w14:paraId="67A7565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955YPB</w:t>
            </w:r>
          </w:p>
        </w:tc>
      </w:tr>
      <w:tr w:rsidR="00BA78BE" w:rsidRPr="00BA78BE" w14:paraId="379235FB" w14:textId="77777777" w:rsidTr="00BA78BE">
        <w:trPr>
          <w:trHeight w:val="300"/>
        </w:trPr>
        <w:tc>
          <w:tcPr>
            <w:tcW w:w="1100" w:type="dxa"/>
            <w:tcBorders>
              <w:top w:val="nil"/>
              <w:left w:val="nil"/>
              <w:bottom w:val="nil"/>
              <w:right w:val="nil"/>
            </w:tcBorders>
            <w:shd w:val="clear" w:color="auto" w:fill="auto"/>
            <w:noWrap/>
            <w:vAlign w:val="bottom"/>
            <w:hideMark/>
          </w:tcPr>
          <w:p w14:paraId="5DD6751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072XGK</w:t>
            </w:r>
          </w:p>
        </w:tc>
        <w:tc>
          <w:tcPr>
            <w:tcW w:w="1040" w:type="dxa"/>
            <w:tcBorders>
              <w:top w:val="nil"/>
              <w:left w:val="nil"/>
              <w:bottom w:val="nil"/>
              <w:right w:val="nil"/>
            </w:tcBorders>
            <w:shd w:val="clear" w:color="auto" w:fill="auto"/>
            <w:noWrap/>
            <w:vAlign w:val="bottom"/>
            <w:hideMark/>
          </w:tcPr>
          <w:p w14:paraId="075734D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103YLB</w:t>
            </w:r>
          </w:p>
        </w:tc>
      </w:tr>
      <w:tr w:rsidR="00BA78BE" w:rsidRPr="00BA78BE" w14:paraId="48EC71EA" w14:textId="77777777" w:rsidTr="00BA78BE">
        <w:trPr>
          <w:trHeight w:val="300"/>
        </w:trPr>
        <w:tc>
          <w:tcPr>
            <w:tcW w:w="1100" w:type="dxa"/>
            <w:tcBorders>
              <w:top w:val="nil"/>
              <w:left w:val="nil"/>
              <w:bottom w:val="nil"/>
              <w:right w:val="nil"/>
            </w:tcBorders>
            <w:shd w:val="clear" w:color="auto" w:fill="auto"/>
            <w:noWrap/>
            <w:vAlign w:val="bottom"/>
            <w:hideMark/>
          </w:tcPr>
          <w:p w14:paraId="7F2DA1EA"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188HLY</w:t>
            </w:r>
          </w:p>
        </w:tc>
        <w:tc>
          <w:tcPr>
            <w:tcW w:w="1040" w:type="dxa"/>
            <w:tcBorders>
              <w:top w:val="nil"/>
              <w:left w:val="nil"/>
              <w:bottom w:val="nil"/>
              <w:right w:val="nil"/>
            </w:tcBorders>
            <w:shd w:val="clear" w:color="auto" w:fill="auto"/>
            <w:noWrap/>
            <w:vAlign w:val="bottom"/>
            <w:hideMark/>
          </w:tcPr>
          <w:p w14:paraId="14A99601"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638YKL</w:t>
            </w:r>
          </w:p>
        </w:tc>
      </w:tr>
      <w:tr w:rsidR="00BA78BE" w:rsidRPr="00BA78BE" w14:paraId="5D5CF15C" w14:textId="77777777" w:rsidTr="00BA78BE">
        <w:trPr>
          <w:trHeight w:val="300"/>
        </w:trPr>
        <w:tc>
          <w:tcPr>
            <w:tcW w:w="1100" w:type="dxa"/>
            <w:tcBorders>
              <w:top w:val="nil"/>
              <w:left w:val="nil"/>
              <w:bottom w:val="nil"/>
              <w:right w:val="nil"/>
            </w:tcBorders>
            <w:shd w:val="clear" w:color="auto" w:fill="auto"/>
            <w:noWrap/>
            <w:vAlign w:val="bottom"/>
            <w:hideMark/>
          </w:tcPr>
          <w:p w14:paraId="31DAF7C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388TNM</w:t>
            </w:r>
          </w:p>
        </w:tc>
        <w:tc>
          <w:tcPr>
            <w:tcW w:w="1040" w:type="dxa"/>
            <w:tcBorders>
              <w:top w:val="nil"/>
              <w:left w:val="nil"/>
              <w:bottom w:val="nil"/>
              <w:right w:val="nil"/>
            </w:tcBorders>
            <w:shd w:val="clear" w:color="auto" w:fill="auto"/>
            <w:noWrap/>
            <w:vAlign w:val="bottom"/>
            <w:hideMark/>
          </w:tcPr>
          <w:p w14:paraId="386031A2"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154YJC</w:t>
            </w:r>
          </w:p>
        </w:tc>
      </w:tr>
      <w:tr w:rsidR="00BA78BE" w:rsidRPr="00BA78BE" w14:paraId="192E81FF" w14:textId="77777777" w:rsidTr="00BA78BE">
        <w:trPr>
          <w:trHeight w:val="300"/>
        </w:trPr>
        <w:tc>
          <w:tcPr>
            <w:tcW w:w="1100" w:type="dxa"/>
            <w:tcBorders>
              <w:top w:val="nil"/>
              <w:left w:val="nil"/>
              <w:bottom w:val="nil"/>
              <w:right w:val="nil"/>
            </w:tcBorders>
            <w:shd w:val="clear" w:color="auto" w:fill="auto"/>
            <w:noWrap/>
            <w:vAlign w:val="bottom"/>
            <w:hideMark/>
          </w:tcPr>
          <w:p w14:paraId="51A44AA3"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389TNM</w:t>
            </w:r>
          </w:p>
        </w:tc>
        <w:tc>
          <w:tcPr>
            <w:tcW w:w="1040" w:type="dxa"/>
            <w:tcBorders>
              <w:top w:val="nil"/>
              <w:left w:val="nil"/>
              <w:bottom w:val="nil"/>
              <w:right w:val="nil"/>
            </w:tcBorders>
            <w:shd w:val="clear" w:color="auto" w:fill="auto"/>
            <w:noWrap/>
            <w:vAlign w:val="bottom"/>
            <w:hideMark/>
          </w:tcPr>
          <w:p w14:paraId="26D01E7E"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144YJC</w:t>
            </w:r>
          </w:p>
        </w:tc>
      </w:tr>
      <w:tr w:rsidR="00BA78BE" w:rsidRPr="00BA78BE" w14:paraId="62F3D619" w14:textId="77777777" w:rsidTr="00BA78BE">
        <w:trPr>
          <w:trHeight w:val="300"/>
        </w:trPr>
        <w:tc>
          <w:tcPr>
            <w:tcW w:w="1100" w:type="dxa"/>
            <w:tcBorders>
              <w:top w:val="nil"/>
              <w:left w:val="nil"/>
              <w:bottom w:val="nil"/>
              <w:right w:val="nil"/>
            </w:tcBorders>
            <w:shd w:val="clear" w:color="auto" w:fill="auto"/>
            <w:noWrap/>
            <w:vAlign w:val="bottom"/>
            <w:hideMark/>
          </w:tcPr>
          <w:p w14:paraId="283DCC4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507TNS</w:t>
            </w:r>
          </w:p>
        </w:tc>
        <w:tc>
          <w:tcPr>
            <w:tcW w:w="1040" w:type="dxa"/>
            <w:tcBorders>
              <w:top w:val="nil"/>
              <w:left w:val="nil"/>
              <w:bottom w:val="nil"/>
              <w:right w:val="nil"/>
            </w:tcBorders>
            <w:shd w:val="clear" w:color="auto" w:fill="auto"/>
            <w:noWrap/>
            <w:vAlign w:val="bottom"/>
            <w:hideMark/>
          </w:tcPr>
          <w:p w14:paraId="65D2CC4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314YJF</w:t>
            </w:r>
          </w:p>
        </w:tc>
      </w:tr>
      <w:tr w:rsidR="00BA78BE" w:rsidRPr="00BA78BE" w14:paraId="330C9F66" w14:textId="77777777" w:rsidTr="00BA78BE">
        <w:trPr>
          <w:trHeight w:val="300"/>
        </w:trPr>
        <w:tc>
          <w:tcPr>
            <w:tcW w:w="1100" w:type="dxa"/>
            <w:tcBorders>
              <w:top w:val="nil"/>
              <w:left w:val="nil"/>
              <w:bottom w:val="nil"/>
              <w:right w:val="nil"/>
            </w:tcBorders>
            <w:shd w:val="clear" w:color="auto" w:fill="auto"/>
            <w:noWrap/>
            <w:vAlign w:val="bottom"/>
            <w:hideMark/>
          </w:tcPr>
          <w:p w14:paraId="3F696528"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848GXT</w:t>
            </w:r>
          </w:p>
        </w:tc>
        <w:tc>
          <w:tcPr>
            <w:tcW w:w="1040" w:type="dxa"/>
            <w:tcBorders>
              <w:top w:val="nil"/>
              <w:left w:val="nil"/>
              <w:bottom w:val="nil"/>
              <w:right w:val="nil"/>
            </w:tcBorders>
            <w:shd w:val="clear" w:color="auto" w:fill="auto"/>
            <w:noWrap/>
            <w:vAlign w:val="bottom"/>
            <w:hideMark/>
          </w:tcPr>
          <w:p w14:paraId="495A94D6"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153YJC</w:t>
            </w:r>
          </w:p>
        </w:tc>
      </w:tr>
      <w:tr w:rsidR="00BA78BE" w:rsidRPr="00BA78BE" w14:paraId="2A0465B7" w14:textId="77777777" w:rsidTr="00BA78BE">
        <w:trPr>
          <w:trHeight w:val="300"/>
        </w:trPr>
        <w:tc>
          <w:tcPr>
            <w:tcW w:w="1100" w:type="dxa"/>
            <w:tcBorders>
              <w:top w:val="nil"/>
              <w:left w:val="nil"/>
              <w:bottom w:val="nil"/>
              <w:right w:val="nil"/>
            </w:tcBorders>
            <w:shd w:val="clear" w:color="auto" w:fill="auto"/>
            <w:noWrap/>
            <w:vAlign w:val="bottom"/>
            <w:hideMark/>
          </w:tcPr>
          <w:p w14:paraId="064BD4B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372TNM</w:t>
            </w:r>
          </w:p>
        </w:tc>
        <w:tc>
          <w:tcPr>
            <w:tcW w:w="1040" w:type="dxa"/>
            <w:tcBorders>
              <w:top w:val="nil"/>
              <w:left w:val="nil"/>
              <w:bottom w:val="nil"/>
              <w:right w:val="nil"/>
            </w:tcBorders>
            <w:shd w:val="clear" w:color="auto" w:fill="auto"/>
            <w:noWrap/>
            <w:vAlign w:val="bottom"/>
            <w:hideMark/>
          </w:tcPr>
          <w:p w14:paraId="262D117B"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401YKY</w:t>
            </w:r>
          </w:p>
        </w:tc>
      </w:tr>
      <w:tr w:rsidR="00BA78BE" w:rsidRPr="00BA78BE" w14:paraId="11A01C70" w14:textId="77777777" w:rsidTr="00BA78BE">
        <w:trPr>
          <w:trHeight w:val="300"/>
        </w:trPr>
        <w:tc>
          <w:tcPr>
            <w:tcW w:w="1100" w:type="dxa"/>
            <w:tcBorders>
              <w:top w:val="nil"/>
              <w:left w:val="nil"/>
              <w:bottom w:val="nil"/>
              <w:right w:val="nil"/>
            </w:tcBorders>
            <w:shd w:val="clear" w:color="auto" w:fill="auto"/>
            <w:noWrap/>
            <w:vAlign w:val="bottom"/>
            <w:hideMark/>
          </w:tcPr>
          <w:p w14:paraId="05BEE2A5"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875BVM</w:t>
            </w:r>
          </w:p>
        </w:tc>
        <w:tc>
          <w:tcPr>
            <w:tcW w:w="1040" w:type="dxa"/>
            <w:tcBorders>
              <w:top w:val="nil"/>
              <w:left w:val="nil"/>
              <w:bottom w:val="nil"/>
              <w:right w:val="nil"/>
            </w:tcBorders>
            <w:shd w:val="clear" w:color="auto" w:fill="auto"/>
            <w:noWrap/>
            <w:vAlign w:val="bottom"/>
            <w:hideMark/>
          </w:tcPr>
          <w:p w14:paraId="07097A29"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882YJP</w:t>
            </w:r>
          </w:p>
        </w:tc>
      </w:tr>
      <w:tr w:rsidR="00BA78BE" w:rsidRPr="00BA78BE" w14:paraId="4A4301BE" w14:textId="77777777" w:rsidTr="00BA78BE">
        <w:trPr>
          <w:trHeight w:val="300"/>
        </w:trPr>
        <w:tc>
          <w:tcPr>
            <w:tcW w:w="1100" w:type="dxa"/>
            <w:tcBorders>
              <w:top w:val="nil"/>
              <w:left w:val="nil"/>
              <w:bottom w:val="nil"/>
              <w:right w:val="nil"/>
            </w:tcBorders>
            <w:shd w:val="clear" w:color="auto" w:fill="auto"/>
            <w:noWrap/>
            <w:vAlign w:val="bottom"/>
            <w:hideMark/>
          </w:tcPr>
          <w:p w14:paraId="466FA83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lastRenderedPageBreak/>
              <w:t>670HSW</w:t>
            </w:r>
          </w:p>
        </w:tc>
        <w:tc>
          <w:tcPr>
            <w:tcW w:w="1040" w:type="dxa"/>
            <w:tcBorders>
              <w:top w:val="nil"/>
              <w:left w:val="nil"/>
              <w:bottom w:val="nil"/>
              <w:right w:val="nil"/>
            </w:tcBorders>
            <w:shd w:val="clear" w:color="auto" w:fill="auto"/>
            <w:noWrap/>
            <w:vAlign w:val="bottom"/>
            <w:hideMark/>
          </w:tcPr>
          <w:p w14:paraId="449604CD" w14:textId="77777777" w:rsidR="00BA78BE" w:rsidRPr="00BA78BE" w:rsidRDefault="00BA78BE" w:rsidP="00BA78BE">
            <w:pPr>
              <w:widowControl/>
              <w:suppressAutoHyphens w:val="0"/>
              <w:spacing w:line="240" w:lineRule="auto"/>
              <w:jc w:val="left"/>
              <w:rPr>
                <w:rFonts w:ascii="Aptos Narrow" w:eastAsia="Times New Roman" w:hAnsi="Aptos Narrow"/>
                <w:color w:val="000000"/>
                <w:kern w:val="0"/>
                <w:sz w:val="22"/>
                <w:szCs w:val="22"/>
                <w:lang w:eastAsia="et-EE" w:bidi="ar-SA"/>
              </w:rPr>
            </w:pPr>
            <w:r w:rsidRPr="00BA78BE">
              <w:rPr>
                <w:rFonts w:ascii="Aptos Narrow" w:eastAsia="Times New Roman" w:hAnsi="Aptos Narrow"/>
                <w:color w:val="000000"/>
                <w:kern w:val="0"/>
                <w:sz w:val="22"/>
                <w:szCs w:val="22"/>
                <w:lang w:eastAsia="et-EE" w:bidi="ar-SA"/>
              </w:rPr>
              <w:t>666YLB</w:t>
            </w:r>
          </w:p>
        </w:tc>
      </w:tr>
    </w:tbl>
    <w:p w14:paraId="76BBC159" w14:textId="77777777" w:rsidR="0034757B" w:rsidRDefault="0034757B" w:rsidP="0040041C">
      <w:pPr>
        <w:pStyle w:val="Snum"/>
        <w:spacing w:after="120"/>
      </w:pPr>
    </w:p>
    <w:p w14:paraId="32ABBD1A" w14:textId="77777777" w:rsidR="0034757B" w:rsidRDefault="0034757B" w:rsidP="0040041C">
      <w:pPr>
        <w:pStyle w:val="Snum"/>
        <w:spacing w:after="120"/>
      </w:pPr>
    </w:p>
    <w:p w14:paraId="7FBFCE87" w14:textId="77777777" w:rsidR="0034757B" w:rsidRDefault="0034757B" w:rsidP="0040041C">
      <w:pPr>
        <w:pStyle w:val="Snum"/>
        <w:spacing w:after="120"/>
      </w:pPr>
    </w:p>
    <w:p w14:paraId="23CAF048" w14:textId="34467E97" w:rsidR="00FD0003" w:rsidRDefault="0034757B" w:rsidP="00141F90">
      <w:pPr>
        <w:pStyle w:val="Snum"/>
      </w:pPr>
      <w:r w:rsidRPr="0034757B">
        <w:t xml:space="preserve">Vahelao asukoht: </w:t>
      </w:r>
      <w:r w:rsidR="007F2602" w:rsidRPr="007F2602">
        <w:t>Vihterpalu metskond 171 (56201:003:0766)</w:t>
      </w:r>
    </w:p>
    <w:p w14:paraId="630D673F" w14:textId="3B14A8AE" w:rsidR="0034757B" w:rsidRDefault="0034757B" w:rsidP="00141F90">
      <w:pPr>
        <w:pStyle w:val="Snum"/>
      </w:pPr>
      <w:r w:rsidRPr="0034757B">
        <w:t>Metsamaterjali üldkogus: 700 m3</w:t>
      </w:r>
    </w:p>
    <w:p w14:paraId="5C5685A3" w14:textId="77777777" w:rsidR="0034757B" w:rsidRDefault="0034757B" w:rsidP="0034757B">
      <w:pPr>
        <w:pStyle w:val="Snum"/>
      </w:pPr>
      <w:r>
        <w:t xml:space="preserve">Ladustamise eest vastutab praaker Mark </w:t>
      </w:r>
      <w:proofErr w:type="spellStart"/>
      <w:r>
        <w:t>Kostõgov</w:t>
      </w:r>
      <w:proofErr w:type="spellEnd"/>
      <w:r>
        <w:t xml:space="preserve"> (GSM 56257992).</w:t>
      </w:r>
    </w:p>
    <w:p w14:paraId="71485D67" w14:textId="783F3CD3" w:rsidR="00FD0003" w:rsidRDefault="0034757B" w:rsidP="0034757B">
      <w:pPr>
        <w:pStyle w:val="Snum"/>
      </w:pPr>
      <w:r>
        <w:t>Laadimistööde ja metsamaterjali transpordi eest vastutab logistik Andres Pukk (GSM</w:t>
      </w:r>
      <w:r>
        <w:t xml:space="preserve"> </w:t>
      </w:r>
      <w:r>
        <w:t>5253792).</w:t>
      </w:r>
    </w:p>
    <w:p w14:paraId="731D2F84" w14:textId="77777777" w:rsidR="0034757B" w:rsidRDefault="0034757B" w:rsidP="0034757B">
      <w:pPr>
        <w:pStyle w:val="Snum"/>
      </w:pPr>
    </w:p>
    <w:p w14:paraId="1746C436" w14:textId="362202F8" w:rsidR="00A13FDE" w:rsidRDefault="00A13FDE" w:rsidP="00141F90">
      <w:pPr>
        <w:pStyle w:val="Snum"/>
      </w:pPr>
      <w:r>
        <w:t>Lugupidamisega</w:t>
      </w:r>
    </w:p>
    <w:p w14:paraId="10E21C2B" w14:textId="77777777" w:rsidR="00DE73FD" w:rsidRDefault="00DE73FD" w:rsidP="00141F90">
      <w:pPr>
        <w:pStyle w:val="Snum"/>
      </w:pPr>
    </w:p>
    <w:p w14:paraId="4D5F5B36" w14:textId="77777777" w:rsidR="00A13FDE" w:rsidRDefault="00A13FDE" w:rsidP="00141F90">
      <w:pPr>
        <w:pStyle w:val="Snum"/>
      </w:pPr>
      <w:r>
        <w:t>(allkirjastatud digitaalselt)</w:t>
      </w:r>
    </w:p>
    <w:p w14:paraId="5E3B0C4B" w14:textId="6FA47549" w:rsidR="00A13FDE" w:rsidRDefault="00927358" w:rsidP="00141F90">
      <w:pPr>
        <w:pStyle w:val="Snum"/>
      </w:pPr>
      <w:r>
        <w:t>Tauri Olesk</w:t>
      </w:r>
    </w:p>
    <w:p w14:paraId="40DF9725" w14:textId="35DE8F08" w:rsidR="006D3C9F" w:rsidRDefault="00927358" w:rsidP="00141F90">
      <w:pPr>
        <w:pStyle w:val="Snum"/>
      </w:pPr>
      <w:r>
        <w:t>Haldusosakonna juhataja</w:t>
      </w:r>
    </w:p>
    <w:p w14:paraId="46695BC1" w14:textId="77777777" w:rsidR="006D3C9F" w:rsidRDefault="006D3C9F" w:rsidP="00141F90">
      <w:pPr>
        <w:pStyle w:val="Snum"/>
      </w:pPr>
    </w:p>
    <w:p w14:paraId="23813556" w14:textId="0D1D6B5F" w:rsidR="00A13FDE" w:rsidRDefault="00927358" w:rsidP="00141F90">
      <w:pPr>
        <w:pStyle w:val="Snum"/>
      </w:pPr>
      <w:r>
        <w:t>Tauri Olesk</w:t>
      </w:r>
      <w:r w:rsidR="00E379C4">
        <w:t xml:space="preserve"> </w:t>
      </w:r>
      <w:r w:rsidR="006D7D9B">
        <w:t xml:space="preserve">+372 </w:t>
      </w:r>
      <w:r w:rsidR="002A0CD9" w:rsidRPr="002A0CD9">
        <w:t>5</w:t>
      </w:r>
      <w:r>
        <w:t>3010112</w:t>
      </w:r>
    </w:p>
    <w:p w14:paraId="2EE7E6EE" w14:textId="56504439" w:rsidR="00BD078E" w:rsidRPr="00BD078E" w:rsidRDefault="00927358" w:rsidP="002A0CD9">
      <w:pPr>
        <w:pStyle w:val="Snum"/>
      </w:pPr>
      <w:r>
        <w:t>tauri.olesk</w:t>
      </w:r>
      <w:r w:rsidR="002A0CD9" w:rsidRPr="002A0CD9">
        <w:t>@laaneharju.ee</w:t>
      </w:r>
    </w:p>
    <w:sectPr w:rsidR="00BD078E" w:rsidRPr="00BD078E" w:rsidSect="00077F1B">
      <w:footerReference w:type="default" r:id="rId12"/>
      <w:headerReference w:type="first" r:id="rId13"/>
      <w:footerReference w:type="first" r:id="rId14"/>
      <w:pgSz w:w="11906" w:h="16838" w:code="9"/>
      <w:pgMar w:top="227" w:right="851" w:bottom="454" w:left="1701" w:header="39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AFACB" w14:textId="77777777" w:rsidR="00624D41" w:rsidRDefault="00624D41" w:rsidP="00DF44DF">
      <w:r>
        <w:separator/>
      </w:r>
    </w:p>
  </w:endnote>
  <w:endnote w:type="continuationSeparator" w:id="0">
    <w:p w14:paraId="59A1181B" w14:textId="77777777" w:rsidR="00624D41" w:rsidRDefault="00624D41"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CDE7" w14:textId="77777777" w:rsidR="003B2A9C" w:rsidRDefault="00C5652E" w:rsidP="007056E1">
    <w:pPr>
      <w:pStyle w:val="Jalus1"/>
    </w:pPr>
    <w:r w:rsidRPr="00AD2EA7">
      <w:fldChar w:fldCharType="begin"/>
    </w:r>
    <w:r w:rsidR="003B2A9C" w:rsidRPr="00AD2EA7">
      <w:instrText xml:space="preserve"> PAGE </w:instrText>
    </w:r>
    <w:r w:rsidRPr="00AD2EA7">
      <w:fldChar w:fldCharType="separate"/>
    </w:r>
    <w:r w:rsidR="002224B9">
      <w:rPr>
        <w:noProof/>
      </w:rPr>
      <w:t>2</w:t>
    </w:r>
    <w:r w:rsidRPr="00AD2EA7">
      <w:fldChar w:fldCharType="end"/>
    </w:r>
    <w:r w:rsidR="003B2A9C" w:rsidRPr="00AD2EA7">
      <w:t xml:space="preserve"> (</w:t>
    </w:r>
    <w:r w:rsidR="00BB7894">
      <w:rPr>
        <w:noProof/>
      </w:rPr>
      <w:fldChar w:fldCharType="begin"/>
    </w:r>
    <w:r w:rsidR="00BB7894">
      <w:rPr>
        <w:noProof/>
      </w:rPr>
      <w:instrText xml:space="preserve"> NUMPAGES </w:instrText>
    </w:r>
    <w:r w:rsidR="00BB7894">
      <w:rPr>
        <w:noProof/>
      </w:rPr>
      <w:fldChar w:fldCharType="separate"/>
    </w:r>
    <w:r w:rsidR="002224B9">
      <w:rPr>
        <w:noProof/>
      </w:rPr>
      <w:t>2</w:t>
    </w:r>
    <w:r w:rsidR="00BB7894">
      <w:rPr>
        <w:noProof/>
      </w:rPr>
      <w:fldChar w:fldCharType="end"/>
    </w:r>
    <w:r w:rsidR="003B2A9C" w:rsidRPr="00AD2EA7">
      <w:t>)</w:t>
    </w:r>
  </w:p>
  <w:p w14:paraId="2657A80A" w14:textId="77777777" w:rsidR="00626222" w:rsidRPr="000A17B5" w:rsidRDefault="00626222" w:rsidP="00626222">
    <w:pPr>
      <w:pStyle w:val="Jalus1"/>
    </w:pPr>
    <w:r>
      <w:t xml:space="preserve">Rae 38 </w:t>
    </w:r>
    <w:r>
      <w:rPr>
        <w:rFonts w:cs="Times New Roman"/>
      </w:rPr>
      <w:t>|</w:t>
    </w:r>
    <w:r w:rsidRPr="000A17B5">
      <w:t xml:space="preserve"> </w:t>
    </w:r>
    <w:r>
      <w:t xml:space="preserve">Paldiski </w:t>
    </w:r>
    <w:r>
      <w:rPr>
        <w:rFonts w:cs="Times New Roman"/>
      </w:rPr>
      <w:t>|</w:t>
    </w:r>
    <w:r w:rsidRPr="000A17B5">
      <w:t xml:space="preserve"> </w:t>
    </w:r>
    <w:r>
      <w:t xml:space="preserve">76806 Harjumaa </w:t>
    </w:r>
    <w:r>
      <w:rPr>
        <w:rFonts w:cs="Times New Roman"/>
      </w:rPr>
      <w:t>|</w:t>
    </w:r>
    <w:r>
      <w:t xml:space="preserve"> </w:t>
    </w:r>
    <w:r w:rsidRPr="00531789">
      <w:t>679 0600</w:t>
    </w:r>
    <w:r>
      <w:t xml:space="preserve"> </w:t>
    </w:r>
    <w:r>
      <w:rPr>
        <w:rFonts w:cs="Times New Roman"/>
      </w:rPr>
      <w:t>|</w:t>
    </w:r>
    <w:r>
      <w:t xml:space="preserve"> info</w:t>
    </w:r>
    <w:r w:rsidRPr="000A17B5">
      <w:t>@</w:t>
    </w:r>
    <w:r>
      <w:t xml:space="preserve">laaneharju.ee </w:t>
    </w:r>
    <w:r>
      <w:rPr>
        <w:rFonts w:cs="Times New Roman"/>
      </w:rPr>
      <w:t>|</w:t>
    </w:r>
    <w:r>
      <w:t xml:space="preserve"> www.laaneharju</w:t>
    </w:r>
    <w:r w:rsidRPr="000A17B5">
      <w:t>.ee</w:t>
    </w:r>
    <w:r>
      <w:t xml:space="preserve"> </w:t>
    </w:r>
    <w:r w:rsidRPr="00E44FF4">
      <w:t>|</w:t>
    </w:r>
    <w:r>
      <w:t xml:space="preserve"> Registrikood </w:t>
    </w:r>
    <w:r>
      <w:rPr>
        <w:rFonts w:cs="Times New Roman"/>
      </w:rPr>
      <w:t>77000200</w:t>
    </w:r>
  </w:p>
  <w:p w14:paraId="0D7A428C" w14:textId="77777777" w:rsidR="00626222" w:rsidRPr="00AD2EA7" w:rsidRDefault="00626222"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C71ED" w14:textId="2F57F990" w:rsidR="000A17B5" w:rsidRPr="000A17B5" w:rsidRDefault="00531789" w:rsidP="00B53317">
    <w:pPr>
      <w:pStyle w:val="Jalus1"/>
    </w:pPr>
    <w:r>
      <w:t xml:space="preserve">Rae 38 </w:t>
    </w:r>
    <w:r w:rsidR="00773175">
      <w:rPr>
        <w:rFonts w:cs="Times New Roman"/>
      </w:rPr>
      <w:t>|</w:t>
    </w:r>
    <w:r w:rsidR="000A17B5" w:rsidRPr="000A17B5">
      <w:t xml:space="preserve"> </w:t>
    </w:r>
    <w:r>
      <w:t>Paldiski</w:t>
    </w:r>
    <w:r w:rsidR="00773175">
      <w:t xml:space="preserve"> </w:t>
    </w:r>
    <w:r w:rsidR="00773175">
      <w:rPr>
        <w:rFonts w:cs="Times New Roman"/>
      </w:rPr>
      <w:t>|</w:t>
    </w:r>
    <w:r w:rsidR="000A17B5" w:rsidRPr="000A17B5">
      <w:t xml:space="preserve"> </w:t>
    </w:r>
    <w:r w:rsidR="00CA1829">
      <w:t xml:space="preserve">76806 </w:t>
    </w:r>
    <w:r>
      <w:t xml:space="preserve">Harjumaa </w:t>
    </w:r>
    <w:r w:rsidR="00773175">
      <w:rPr>
        <w:rFonts w:cs="Times New Roman"/>
      </w:rPr>
      <w:t>|</w:t>
    </w:r>
    <w:r>
      <w:t xml:space="preserve"> </w:t>
    </w:r>
    <w:r w:rsidRPr="00531789">
      <w:t>679 0600</w:t>
    </w:r>
    <w:r w:rsidR="00773175">
      <w:t xml:space="preserve"> </w:t>
    </w:r>
    <w:r w:rsidR="00773175">
      <w:rPr>
        <w:rFonts w:cs="Times New Roman"/>
      </w:rPr>
      <w:t>|</w:t>
    </w:r>
    <w:r>
      <w:t xml:space="preserve"> info</w:t>
    </w:r>
    <w:r w:rsidR="000A17B5" w:rsidRPr="000A17B5">
      <w:t>@</w:t>
    </w:r>
    <w:r w:rsidR="00773175">
      <w:t xml:space="preserve">laaneharju.ee </w:t>
    </w:r>
    <w:r w:rsidR="00773175">
      <w:rPr>
        <w:rFonts w:cs="Times New Roman"/>
      </w:rPr>
      <w:t>|</w:t>
    </w:r>
    <w:r>
      <w:t xml:space="preserve"> www.laaneharju</w:t>
    </w:r>
    <w:r w:rsidR="000A17B5" w:rsidRPr="000A17B5">
      <w:t>.ee</w:t>
    </w:r>
    <w:r w:rsidR="00B53317">
      <w:t xml:space="preserve"> </w:t>
    </w:r>
    <w:r w:rsidR="00E44FF4" w:rsidRPr="00E44FF4">
      <w:t>|</w:t>
    </w:r>
    <w:r>
      <w:t xml:space="preserve"> </w:t>
    </w:r>
    <w:r w:rsidR="00D74153">
      <w:t xml:space="preserve">Registrikood </w:t>
    </w:r>
    <w:r w:rsidR="00D74153">
      <w:rPr>
        <w:rFonts w:cs="Times New Roman"/>
      </w:rPr>
      <w:t>77000200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C147" w14:textId="77777777" w:rsidR="00624D41" w:rsidRDefault="00624D41" w:rsidP="00DF44DF">
      <w:r>
        <w:separator/>
      </w:r>
    </w:p>
  </w:footnote>
  <w:footnote w:type="continuationSeparator" w:id="0">
    <w:p w14:paraId="70E7EA39" w14:textId="77777777" w:rsidR="00624D41" w:rsidRDefault="00624D41"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FB51" w14:textId="36496D50" w:rsidR="008F63D4" w:rsidRDefault="00A25B16" w:rsidP="00CA1829">
    <w:pPr>
      <w:pStyle w:val="Pis"/>
      <w:jc w:val="left"/>
    </w:pPr>
    <w:r>
      <w:rPr>
        <w:noProof/>
        <w:lang w:eastAsia="et-EE" w:bidi="ar-SA"/>
      </w:rPr>
      <mc:AlternateContent>
        <mc:Choice Requires="wps">
          <w:drawing>
            <wp:anchor distT="0" distB="0" distL="114300" distR="114300" simplePos="0" relativeHeight="251657728" behindDoc="0" locked="0" layoutInCell="1" allowOverlap="1" wp14:anchorId="71BB3C4B" wp14:editId="335DF33E">
              <wp:simplePos x="0" y="0"/>
              <wp:positionH relativeFrom="column">
                <wp:posOffset>3672840</wp:posOffset>
              </wp:positionH>
              <wp:positionV relativeFrom="paragraph">
                <wp:posOffset>-25400</wp:posOffset>
              </wp:positionV>
              <wp:extent cx="2371725" cy="854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854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8586D" w14:textId="0422AB7A" w:rsidR="00CA1829" w:rsidRDefault="00CA1829" w:rsidP="00CA1829">
                          <w:pPr>
                            <w:jc w:val="right"/>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B3C4B" id="_x0000_t202" coordsize="21600,21600" o:spt="202" path="m,l,21600r21600,l21600,xe">
              <v:stroke joinstyle="miter"/>
              <v:path gradientshapeok="t" o:connecttype="rect"/>
            </v:shapetype>
            <v:shape id="Text Box 1" o:spid="_x0000_s1026" type="#_x0000_t202" style="position:absolute;margin-left:289.2pt;margin-top:-2pt;width:186.75pt;height:6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" stroked="f">
              <v:textbox>
                <w:txbxContent>
                  <w:p w14:paraId="62F8586D" w14:textId="0422AB7A" w:rsidR="00CA1829" w:rsidRDefault="00CA1829" w:rsidP="00CA1829">
                    <w:pPr>
                      <w:jc w:val="right"/>
                      <w:rPr>
                        <w:sz w:val="20"/>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5B01E4"/>
    <w:multiLevelType w:val="hybridMultilevel"/>
    <w:tmpl w:val="6666B5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5702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F15"/>
    <w:rsid w:val="00017D6B"/>
    <w:rsid w:val="00020FDE"/>
    <w:rsid w:val="00037439"/>
    <w:rsid w:val="00043B6E"/>
    <w:rsid w:val="00060947"/>
    <w:rsid w:val="00060C46"/>
    <w:rsid w:val="00077F1B"/>
    <w:rsid w:val="000913FC"/>
    <w:rsid w:val="000921A4"/>
    <w:rsid w:val="00093EAE"/>
    <w:rsid w:val="000A17B5"/>
    <w:rsid w:val="000C146C"/>
    <w:rsid w:val="000C2E49"/>
    <w:rsid w:val="000D42D2"/>
    <w:rsid w:val="000F1462"/>
    <w:rsid w:val="001001A3"/>
    <w:rsid w:val="0012285F"/>
    <w:rsid w:val="00124999"/>
    <w:rsid w:val="00126A87"/>
    <w:rsid w:val="00131581"/>
    <w:rsid w:val="00141F90"/>
    <w:rsid w:val="001449E6"/>
    <w:rsid w:val="001523BD"/>
    <w:rsid w:val="0015671A"/>
    <w:rsid w:val="001579EE"/>
    <w:rsid w:val="001775D0"/>
    <w:rsid w:val="001809E4"/>
    <w:rsid w:val="00185B8C"/>
    <w:rsid w:val="001A3203"/>
    <w:rsid w:val="001A7D04"/>
    <w:rsid w:val="001C3F29"/>
    <w:rsid w:val="001C4C35"/>
    <w:rsid w:val="001D4CFB"/>
    <w:rsid w:val="001E116B"/>
    <w:rsid w:val="001E5AD4"/>
    <w:rsid w:val="001F6312"/>
    <w:rsid w:val="002008A2"/>
    <w:rsid w:val="002145E3"/>
    <w:rsid w:val="002153D3"/>
    <w:rsid w:val="002224B9"/>
    <w:rsid w:val="00230067"/>
    <w:rsid w:val="00252836"/>
    <w:rsid w:val="00252F15"/>
    <w:rsid w:val="00260402"/>
    <w:rsid w:val="002835BB"/>
    <w:rsid w:val="00290E79"/>
    <w:rsid w:val="00293449"/>
    <w:rsid w:val="002A0CD9"/>
    <w:rsid w:val="002B5349"/>
    <w:rsid w:val="002C5CD2"/>
    <w:rsid w:val="002E6B74"/>
    <w:rsid w:val="002F254F"/>
    <w:rsid w:val="002F3F03"/>
    <w:rsid w:val="00333AD1"/>
    <w:rsid w:val="003341FC"/>
    <w:rsid w:val="0034719C"/>
    <w:rsid w:val="0034757B"/>
    <w:rsid w:val="00354059"/>
    <w:rsid w:val="0035557D"/>
    <w:rsid w:val="00394DCB"/>
    <w:rsid w:val="00396861"/>
    <w:rsid w:val="003A5459"/>
    <w:rsid w:val="003A6FA8"/>
    <w:rsid w:val="003B2A9C"/>
    <w:rsid w:val="003E1585"/>
    <w:rsid w:val="003E2192"/>
    <w:rsid w:val="003E609C"/>
    <w:rsid w:val="0040041C"/>
    <w:rsid w:val="00400CF3"/>
    <w:rsid w:val="00435A13"/>
    <w:rsid w:val="0043613F"/>
    <w:rsid w:val="0044084D"/>
    <w:rsid w:val="00463E53"/>
    <w:rsid w:val="00471902"/>
    <w:rsid w:val="00476BA9"/>
    <w:rsid w:val="00492CE6"/>
    <w:rsid w:val="004A4FD2"/>
    <w:rsid w:val="004C1391"/>
    <w:rsid w:val="004F5C3E"/>
    <w:rsid w:val="004F78B7"/>
    <w:rsid w:val="00501A18"/>
    <w:rsid w:val="0051252F"/>
    <w:rsid w:val="005163AC"/>
    <w:rsid w:val="00530B06"/>
    <w:rsid w:val="00530F52"/>
    <w:rsid w:val="00531789"/>
    <w:rsid w:val="00546204"/>
    <w:rsid w:val="00551E24"/>
    <w:rsid w:val="00555F65"/>
    <w:rsid w:val="00557534"/>
    <w:rsid w:val="00560A92"/>
    <w:rsid w:val="00564569"/>
    <w:rsid w:val="00587FC0"/>
    <w:rsid w:val="005A4289"/>
    <w:rsid w:val="005B5CE1"/>
    <w:rsid w:val="005D7384"/>
    <w:rsid w:val="005E1D41"/>
    <w:rsid w:val="005E2114"/>
    <w:rsid w:val="005E3AED"/>
    <w:rsid w:val="005E45BB"/>
    <w:rsid w:val="00602834"/>
    <w:rsid w:val="00621008"/>
    <w:rsid w:val="00624D41"/>
    <w:rsid w:val="00626222"/>
    <w:rsid w:val="006505AC"/>
    <w:rsid w:val="00650A97"/>
    <w:rsid w:val="0066462F"/>
    <w:rsid w:val="00680609"/>
    <w:rsid w:val="006878C6"/>
    <w:rsid w:val="0069438C"/>
    <w:rsid w:val="0069658D"/>
    <w:rsid w:val="006A01AC"/>
    <w:rsid w:val="006A2426"/>
    <w:rsid w:val="006B49A5"/>
    <w:rsid w:val="006B619A"/>
    <w:rsid w:val="006D3C9F"/>
    <w:rsid w:val="006D7D9B"/>
    <w:rsid w:val="006E16BD"/>
    <w:rsid w:val="006F183D"/>
    <w:rsid w:val="006F245F"/>
    <w:rsid w:val="006F28FE"/>
    <w:rsid w:val="006F3BB9"/>
    <w:rsid w:val="006F72D7"/>
    <w:rsid w:val="007056E1"/>
    <w:rsid w:val="00713327"/>
    <w:rsid w:val="00716630"/>
    <w:rsid w:val="007320ED"/>
    <w:rsid w:val="0075289A"/>
    <w:rsid w:val="0075695A"/>
    <w:rsid w:val="00773175"/>
    <w:rsid w:val="007757CD"/>
    <w:rsid w:val="007A1DE8"/>
    <w:rsid w:val="007A20DF"/>
    <w:rsid w:val="007D54FC"/>
    <w:rsid w:val="007D5C02"/>
    <w:rsid w:val="007F2602"/>
    <w:rsid w:val="00821D1B"/>
    <w:rsid w:val="00835858"/>
    <w:rsid w:val="008478CC"/>
    <w:rsid w:val="00851D67"/>
    <w:rsid w:val="00861CA2"/>
    <w:rsid w:val="00870DC9"/>
    <w:rsid w:val="008761E5"/>
    <w:rsid w:val="00891193"/>
    <w:rsid w:val="008919F2"/>
    <w:rsid w:val="00892B3A"/>
    <w:rsid w:val="008B041F"/>
    <w:rsid w:val="008C35B6"/>
    <w:rsid w:val="008D4634"/>
    <w:rsid w:val="008F0B50"/>
    <w:rsid w:val="008F63D4"/>
    <w:rsid w:val="008F720B"/>
    <w:rsid w:val="00914D4E"/>
    <w:rsid w:val="00915C2F"/>
    <w:rsid w:val="0091786B"/>
    <w:rsid w:val="00926D3A"/>
    <w:rsid w:val="00927358"/>
    <w:rsid w:val="009370A4"/>
    <w:rsid w:val="00953DDD"/>
    <w:rsid w:val="00984442"/>
    <w:rsid w:val="009C35AF"/>
    <w:rsid w:val="009E344D"/>
    <w:rsid w:val="009E3B14"/>
    <w:rsid w:val="009E3E87"/>
    <w:rsid w:val="009E7F4A"/>
    <w:rsid w:val="00A06E46"/>
    <w:rsid w:val="00A10E66"/>
    <w:rsid w:val="00A1244E"/>
    <w:rsid w:val="00A13FDE"/>
    <w:rsid w:val="00A25B16"/>
    <w:rsid w:val="00A5471D"/>
    <w:rsid w:val="00A60879"/>
    <w:rsid w:val="00A74ACC"/>
    <w:rsid w:val="00A82067"/>
    <w:rsid w:val="00A87B91"/>
    <w:rsid w:val="00AA6826"/>
    <w:rsid w:val="00AC4752"/>
    <w:rsid w:val="00AD04B9"/>
    <w:rsid w:val="00AD2EA7"/>
    <w:rsid w:val="00AE02A8"/>
    <w:rsid w:val="00AF2E42"/>
    <w:rsid w:val="00B01640"/>
    <w:rsid w:val="00B105BB"/>
    <w:rsid w:val="00B16A89"/>
    <w:rsid w:val="00B21D22"/>
    <w:rsid w:val="00B42EC9"/>
    <w:rsid w:val="00B46832"/>
    <w:rsid w:val="00B53317"/>
    <w:rsid w:val="00B659B3"/>
    <w:rsid w:val="00B82C79"/>
    <w:rsid w:val="00BA380C"/>
    <w:rsid w:val="00BA78BE"/>
    <w:rsid w:val="00BB7894"/>
    <w:rsid w:val="00BC1A62"/>
    <w:rsid w:val="00BD078E"/>
    <w:rsid w:val="00BD2972"/>
    <w:rsid w:val="00BD3CCF"/>
    <w:rsid w:val="00BE0CC9"/>
    <w:rsid w:val="00BF4D7C"/>
    <w:rsid w:val="00C24F66"/>
    <w:rsid w:val="00C27B07"/>
    <w:rsid w:val="00C35576"/>
    <w:rsid w:val="00C41FC5"/>
    <w:rsid w:val="00C5652E"/>
    <w:rsid w:val="00C7424E"/>
    <w:rsid w:val="00C74577"/>
    <w:rsid w:val="00C83346"/>
    <w:rsid w:val="00CA0998"/>
    <w:rsid w:val="00CA11AE"/>
    <w:rsid w:val="00CA1829"/>
    <w:rsid w:val="00CA583B"/>
    <w:rsid w:val="00CA5F0B"/>
    <w:rsid w:val="00CB56FA"/>
    <w:rsid w:val="00CB7C1F"/>
    <w:rsid w:val="00CF0309"/>
    <w:rsid w:val="00CF2B77"/>
    <w:rsid w:val="00CF32A7"/>
    <w:rsid w:val="00CF4303"/>
    <w:rsid w:val="00D40650"/>
    <w:rsid w:val="00D52765"/>
    <w:rsid w:val="00D53D00"/>
    <w:rsid w:val="00D5637D"/>
    <w:rsid w:val="00D60624"/>
    <w:rsid w:val="00D74153"/>
    <w:rsid w:val="00D83908"/>
    <w:rsid w:val="00D86DCC"/>
    <w:rsid w:val="00DB3E56"/>
    <w:rsid w:val="00DD580A"/>
    <w:rsid w:val="00DE73FD"/>
    <w:rsid w:val="00DF44DF"/>
    <w:rsid w:val="00E01EA0"/>
    <w:rsid w:val="00E023F6"/>
    <w:rsid w:val="00E03DBB"/>
    <w:rsid w:val="00E379C4"/>
    <w:rsid w:val="00E44FF4"/>
    <w:rsid w:val="00E60A55"/>
    <w:rsid w:val="00E97702"/>
    <w:rsid w:val="00EB1A14"/>
    <w:rsid w:val="00ED7ABD"/>
    <w:rsid w:val="00EE4516"/>
    <w:rsid w:val="00F0172F"/>
    <w:rsid w:val="00F5413C"/>
    <w:rsid w:val="00F61C8F"/>
    <w:rsid w:val="00F73564"/>
    <w:rsid w:val="00F9364A"/>
    <w:rsid w:val="00F9645B"/>
    <w:rsid w:val="00F9773D"/>
    <w:rsid w:val="00FD00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6B33A0"/>
  <w15:chartTrackingRefBased/>
  <w15:docId w15:val="{43A4F49F-BDAF-4C57-9E46-B031F1B7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link w:val="Pealkiri4"/>
    <w:rsid w:val="00DF44DF"/>
    <w:rPr>
      <w:b/>
      <w:bCs/>
      <w:color w:val="000000"/>
      <w:sz w:val="28"/>
      <w:szCs w:val="28"/>
      <w:u w:color="000000"/>
    </w:rPr>
  </w:style>
  <w:style w:type="character" w:customStyle="1" w:styleId="Pealkiri5Mrk">
    <w:name w:val="Pealkiri 5 Märk"/>
    <w:link w:val="Pealkiri5"/>
    <w:rsid w:val="00DF44DF"/>
    <w:rPr>
      <w:b/>
      <w:bCs/>
      <w:i/>
      <w:iCs/>
      <w:color w:val="000000"/>
      <w:sz w:val="26"/>
      <w:szCs w:val="26"/>
      <w:u w:color="000000"/>
    </w:rPr>
  </w:style>
  <w:style w:type="character" w:customStyle="1" w:styleId="Pealkiri6Mrk">
    <w:name w:val="Pealkiri 6 Märk"/>
    <w:link w:val="Pealkiri6"/>
    <w:rsid w:val="00DF44DF"/>
    <w:rPr>
      <w:b/>
      <w:bCs/>
      <w:color w:val="000000"/>
      <w:sz w:val="22"/>
      <w:szCs w:val="22"/>
      <w:u w:color="000000"/>
    </w:rPr>
  </w:style>
  <w:style w:type="character" w:customStyle="1" w:styleId="Pealkiri7Mrk">
    <w:name w:val="Pealkiri 7 Märk"/>
    <w:link w:val="Pealkiri7"/>
    <w:rsid w:val="00DF44DF"/>
    <w:rPr>
      <w:color w:val="000000"/>
      <w:sz w:val="24"/>
      <w:szCs w:val="24"/>
      <w:u w:color="000000"/>
    </w:rPr>
  </w:style>
  <w:style w:type="character" w:customStyle="1" w:styleId="Pealkiri8Mrk">
    <w:name w:val="Pealkiri 8 Märk"/>
    <w:link w:val="Pealkiri8"/>
    <w:rsid w:val="00DF44DF"/>
    <w:rPr>
      <w:i/>
      <w:iCs/>
      <w:color w:val="000000"/>
      <w:sz w:val="24"/>
      <w:szCs w:val="24"/>
      <w:u w:color="000000"/>
    </w:rPr>
  </w:style>
  <w:style w:type="character" w:customStyle="1" w:styleId="Pealkiri9Mrk">
    <w:name w:val="Pealkiri 9 Märk"/>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51D67"/>
    <w:pPr>
      <w:spacing w:after="100" w:afterAutospacing="1"/>
      <w:jc w:val="center"/>
    </w:pPr>
    <w:rPr>
      <w:rFonts w:eastAsia="SimSun"/>
      <w:b/>
      <w:kern w:val="1"/>
      <w:sz w:val="32"/>
      <w:szCs w:val="32"/>
      <w:lang w:eastAsia="zh-CN" w:bidi="hi-IN"/>
    </w:rPr>
  </w:style>
  <w:style w:type="paragraph" w:customStyle="1" w:styleId="Snum">
    <w:name w:val="Sõnum"/>
    <w:autoRedefine/>
    <w:qFormat/>
    <w:rsid w:val="00141F90"/>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rsid w:val="006A01AC"/>
    <w:rPr>
      <w:rFonts w:ascii="Tahoma" w:eastAsia="SimSun" w:hAnsi="Tahoma" w:cs="Mangal"/>
      <w:kern w:val="1"/>
      <w:sz w:val="16"/>
      <w:szCs w:val="14"/>
      <w:lang w:eastAsia="zh-CN" w:bidi="hi-IN"/>
    </w:rPr>
  </w:style>
  <w:style w:type="table" w:styleId="Kontuurtabel">
    <w:name w:val="Table Grid"/>
    <w:basedOn w:val="Normaaltabel"/>
    <w:uiPriority w:val="59"/>
    <w:rsid w:val="00EE4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32380">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80134462">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87773351">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554121994">
      <w:bodyDiv w:val="1"/>
      <w:marLeft w:val="0"/>
      <w:marRight w:val="0"/>
      <w:marTop w:val="0"/>
      <w:marBottom w:val="0"/>
      <w:divBdr>
        <w:top w:val="none" w:sz="0" w:space="0" w:color="auto"/>
        <w:left w:val="none" w:sz="0" w:space="0" w:color="auto"/>
        <w:bottom w:val="none" w:sz="0" w:space="0" w:color="auto"/>
        <w:right w:val="none" w:sz="0" w:space="0" w:color="auto"/>
      </w:divBdr>
    </w:div>
    <w:div w:id="1586180607">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le\Desktop\LHV\vormid%20jms\m_kiri_tnr_EV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D0D151C8211945BA70C3FC5B712B0C" ma:contentTypeVersion="7" ma:contentTypeDescription="Create a new document." ma:contentTypeScope="" ma:versionID="de30b157103b5be3deb1f961edc84481">
  <xsd:schema xmlns:xsd="http://www.w3.org/2001/XMLSchema" xmlns:xs="http://www.w3.org/2001/XMLSchema" xmlns:p="http://schemas.microsoft.com/office/2006/metadata/properties" xmlns:ns3="69e1eca5-97c4-475c-b5e2-b0d5a5763cc7" targetNamespace="http://schemas.microsoft.com/office/2006/metadata/properties" ma:root="true" ma:fieldsID="08b2894beb60eb613cb28e0466b97287" ns3:_="">
    <xsd:import namespace="69e1eca5-97c4-475c-b5e2-b0d5a5763cc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1eca5-97c4-475c-b5e2-b0d5a576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0DF96-0A5F-41F3-B529-0045EE2C3D69}">
  <ds:schemaRefs>
    <ds:schemaRef ds:uri="http://schemas.openxmlformats.org/officeDocument/2006/bibliography"/>
  </ds:schemaRefs>
</ds:datastoreItem>
</file>

<file path=customXml/itemProps2.xml><?xml version="1.0" encoding="utf-8"?>
<ds:datastoreItem xmlns:ds="http://schemas.openxmlformats.org/officeDocument/2006/customXml" ds:itemID="{874DCF3F-87D3-4B93-A25D-B8547A2C7DE8}">
  <ds:schemaRefs>
    <ds:schemaRef ds:uri="http://schemas.microsoft.com/sharepoint/v3/contenttype/forms"/>
  </ds:schemaRefs>
</ds:datastoreItem>
</file>

<file path=customXml/itemProps3.xml><?xml version="1.0" encoding="utf-8"?>
<ds:datastoreItem xmlns:ds="http://schemas.openxmlformats.org/officeDocument/2006/customXml" ds:itemID="{F26B1511-CBD8-437C-8E75-17CE4B17DB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2D456B-23A5-4195-8DD0-5737F2943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1eca5-97c4-475c-b5e2-b0d5a576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m_kiri_tnr_EV100</Template>
  <TotalTime>2</TotalTime>
  <Pages>2</Pages>
  <Words>261</Words>
  <Characters>1515</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Riigikantselei</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dc:description/>
  <cp:lastModifiedBy>Tauri Olesk</cp:lastModifiedBy>
  <cp:revision>2</cp:revision>
  <cp:lastPrinted>2024-08-16T09:44:00Z</cp:lastPrinted>
  <dcterms:created xsi:type="dcterms:W3CDTF">2025-05-07T07:21:00Z</dcterms:created>
  <dcterms:modified xsi:type="dcterms:W3CDTF">2025-05-07T07:21:00Z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0x0101008BD0D151C8211945BA70C3FC5B712B0C</vt:lpwstr>
  </property>
</Properties>
</file>